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28FF9ED3" w:rsidR="00A301E0" w:rsidRPr="00536741" w:rsidRDefault="006278BA" w:rsidP="00536741">
            <w:pPr>
              <w:pStyle w:val="SISSCODE"/>
            </w:pPr>
            <w:r>
              <w:t>S</w:t>
            </w:r>
            <w:r w:rsidR="00336E04">
              <w:t>F</w:t>
            </w:r>
            <w:r>
              <w:t>I</w:t>
            </w:r>
            <w:r w:rsidR="00336E04">
              <w:t>SS</w:t>
            </w:r>
            <w:bookmarkStart w:id="0" w:name="_GoBack"/>
            <w:bookmarkEnd w:id="0"/>
            <w:r w:rsidR="00866F8E">
              <w:t>XXX</w:t>
            </w:r>
            <w:r w:rsidR="00336E04">
              <w:t>19</w:t>
            </w:r>
          </w:p>
        </w:tc>
        <w:tc>
          <w:tcPr>
            <w:tcW w:w="3604" w:type="pct"/>
            <w:shd w:val="clear" w:color="auto" w:fill="auto"/>
          </w:tcPr>
          <w:p w14:paraId="60DDD117" w14:textId="65205057" w:rsidR="00A301E0" w:rsidRPr="00536741" w:rsidRDefault="006278BA" w:rsidP="00536741">
            <w:pPr>
              <w:pStyle w:val="SISStitle"/>
            </w:pPr>
            <w:r>
              <w:t>Crocodile</w:t>
            </w:r>
            <w:r w:rsidR="00317E81">
              <w:t xml:space="preserve"> </w:t>
            </w:r>
            <w:r w:rsidR="00E94C5E">
              <w:t xml:space="preserve">Tourism </w:t>
            </w:r>
            <w:r>
              <w:t>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5B87BE0F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E94C5E">
              <w:t>work in the crocodile tourism industry</w:t>
            </w:r>
            <w:r w:rsidR="00443D20">
              <w:t xml:space="preserve">. </w:t>
            </w:r>
            <w:r w:rsidR="00993C2D" w:rsidRPr="00993C2D">
              <w:t xml:space="preserve">This version released with SFI Training Package Version </w:t>
            </w:r>
            <w:proofErr w:type="gramStart"/>
            <w:r w:rsidR="00866F8E">
              <w:t>2</w:t>
            </w:r>
            <w:r w:rsidR="00993C2D" w:rsidRPr="00993C2D">
              <w:t>.0</w:t>
            </w:r>
            <w:r w:rsidR="00993C2D">
              <w:t xml:space="preserve"> </w:t>
            </w:r>
            <w:r w:rsidR="00993C2D" w:rsidRPr="00993C2D">
              <w:t>?</w:t>
            </w:r>
            <w:proofErr w:type="gramEnd"/>
            <w:r w:rsidR="00993C2D" w:rsidRPr="00993C2D">
              <w:t xml:space="preserve">.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62A135A7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>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4619EC0" w14:textId="3BD8A8AD" w:rsidR="00BB0216" w:rsidRDefault="00BB0216" w:rsidP="00404E26">
            <w:pPr>
              <w:pStyle w:val="SIBulletList1"/>
            </w:pPr>
            <w:r>
              <w:t>SFICRO2X4 Conduct and maintain crocodile data</w:t>
            </w:r>
          </w:p>
          <w:p w14:paraId="5BBBCBCF" w14:textId="0D90E0E5" w:rsidR="00443D20" w:rsidRDefault="00443D20" w:rsidP="00536741">
            <w:pPr>
              <w:pStyle w:val="SIBulletList1"/>
            </w:pPr>
            <w:r>
              <w:t>SIRXOSM002 Maintain ethical and professional standards when using social media and online platforms</w:t>
            </w:r>
          </w:p>
          <w:p w14:paraId="0A106DAA" w14:textId="0C75A253" w:rsidR="00A47E7E" w:rsidRDefault="00A47E7E" w:rsidP="00536741">
            <w:pPr>
              <w:pStyle w:val="SIBulletList1"/>
            </w:pPr>
            <w:r>
              <w:t>SITTPPD010 Develop culturally appropriate tourism operations</w:t>
            </w:r>
          </w:p>
          <w:p w14:paraId="17E10559" w14:textId="4A711C04" w:rsidR="00A47E7E" w:rsidRDefault="00A47E7E" w:rsidP="00536741">
            <w:pPr>
              <w:pStyle w:val="SIBulletList1"/>
            </w:pPr>
            <w:r>
              <w:t>BSBITU213 Use digital technologies to communicate remotely</w:t>
            </w:r>
          </w:p>
          <w:p w14:paraId="573A3969" w14:textId="77777777" w:rsidR="001F28F9" w:rsidRPr="00536741" w:rsidRDefault="001F28F9" w:rsidP="00EC000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70627E36" w:rsidR="0016138C" w:rsidRPr="00536741" w:rsidRDefault="008E3345" w:rsidP="008E3345">
            <w:pPr>
              <w:pStyle w:val="SIText"/>
            </w:pPr>
            <w:r>
              <w:t xml:space="preserve">This skill set is for individuals who have experience in working in </w:t>
            </w:r>
            <w:r w:rsidR="00443D20">
              <w:t xml:space="preserve">working </w:t>
            </w:r>
            <w:r w:rsidR="00A47E7E">
              <w:t>in crocodile tourism.</w:t>
            </w:r>
            <w:r>
              <w:t xml:space="preserve">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3FAE1649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323FB4">
              <w:t xml:space="preserve"> Training </w:t>
            </w:r>
            <w:r w:rsidR="004928F2">
              <w:t>Package</w:t>
            </w:r>
            <w:r w:rsidR="00E94C5E">
              <w:t>;</w:t>
            </w:r>
            <w:r w:rsidR="00BB0216">
              <w:t xml:space="preserve"> </w:t>
            </w:r>
            <w:r w:rsidR="00E94C5E">
              <w:t xml:space="preserve">SIT Tourism, Hospitality and Events </w:t>
            </w:r>
            <w:r w:rsidR="00BB0216">
              <w:t>Training Package</w:t>
            </w:r>
            <w:r w:rsidR="00A47E7E">
              <w:t>;</w:t>
            </w:r>
            <w:r w:rsidRPr="008E3345">
              <w:t xml:space="preserve"> the </w:t>
            </w:r>
            <w:r w:rsidR="00443D20">
              <w:t>SIR Retail Services T</w:t>
            </w:r>
            <w:r w:rsidRPr="008E3345">
              <w:t>raining Package</w:t>
            </w:r>
            <w:r w:rsidR="00A47E7E">
              <w:t>; and the BSB Business Services Training Package</w:t>
            </w:r>
            <w:r w:rsidRPr="008E3345">
              <w:t xml:space="preserve"> meet the industry requirements for working with crocodile</w:t>
            </w:r>
            <w:r w:rsidR="00443D20">
              <w:t xml:space="preserve"> data</w:t>
            </w:r>
            <w:r w:rsidRPr="008E3345">
              <w:t>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F4D46" w14:textId="77777777" w:rsidR="00263A9A" w:rsidRDefault="00263A9A" w:rsidP="00BF3F0A">
      <w:r>
        <w:separator/>
      </w:r>
    </w:p>
    <w:p w14:paraId="2B042EED" w14:textId="77777777" w:rsidR="00263A9A" w:rsidRDefault="00263A9A"/>
  </w:endnote>
  <w:endnote w:type="continuationSeparator" w:id="0">
    <w:p w14:paraId="578F72B4" w14:textId="77777777" w:rsidR="00263A9A" w:rsidRDefault="00263A9A" w:rsidP="00BF3F0A">
      <w:r>
        <w:continuationSeparator/>
      </w:r>
    </w:p>
    <w:p w14:paraId="35304AB8" w14:textId="77777777" w:rsidR="00263A9A" w:rsidRDefault="00263A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08DDE" w14:textId="77777777" w:rsidR="00263A9A" w:rsidRDefault="00263A9A" w:rsidP="00BF3F0A">
      <w:r>
        <w:separator/>
      </w:r>
    </w:p>
    <w:p w14:paraId="5CDF7947" w14:textId="77777777" w:rsidR="00263A9A" w:rsidRDefault="00263A9A"/>
  </w:footnote>
  <w:footnote w:type="continuationSeparator" w:id="0">
    <w:p w14:paraId="221CD373" w14:textId="77777777" w:rsidR="00263A9A" w:rsidRDefault="00263A9A" w:rsidP="00BF3F0A">
      <w:r>
        <w:continuationSeparator/>
      </w:r>
    </w:p>
    <w:p w14:paraId="46E8B845" w14:textId="77777777" w:rsidR="00263A9A" w:rsidRDefault="00263A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5D2B4634" w:rsidR="009C2650" w:rsidRDefault="00866F8E">
    <w:r w:rsidRPr="00866F8E">
      <w:t>S</w:t>
    </w:r>
    <w:r w:rsidR="00336E04">
      <w:t>F</w:t>
    </w:r>
    <w:r w:rsidRPr="00866F8E">
      <w:t>I</w:t>
    </w:r>
    <w:r w:rsidR="00336E04">
      <w:t>SS</w:t>
    </w:r>
    <w:r>
      <w:t>XXX</w:t>
    </w:r>
    <w:r w:rsidR="00336E04">
      <w:t>19</w:t>
    </w:r>
    <w:r w:rsidRPr="00866F8E">
      <w:t xml:space="preserve"> </w:t>
    </w:r>
    <w:r w:rsidR="00EC0002" w:rsidRPr="00EC0002">
      <w:t xml:space="preserve">Crocodile </w:t>
    </w:r>
    <w:r w:rsidR="00E94C5E">
      <w:t>Tourism</w:t>
    </w:r>
    <w:r w:rsidR="00EC0002" w:rsidRPr="00EC0002">
      <w:t xml:space="preserve"> </w:t>
    </w:r>
    <w:r w:rsidR="008E3345" w:rsidRPr="008E33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2A3D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3A9A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23FB4"/>
    <w:rsid w:val="003315E1"/>
    <w:rsid w:val="00336E04"/>
    <w:rsid w:val="00337E82"/>
    <w:rsid w:val="00343D7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3D20"/>
    <w:rsid w:val="00444423"/>
    <w:rsid w:val="00452F3E"/>
    <w:rsid w:val="00453E79"/>
    <w:rsid w:val="004640AE"/>
    <w:rsid w:val="00475172"/>
    <w:rsid w:val="004758B0"/>
    <w:rsid w:val="004832D2"/>
    <w:rsid w:val="00485559"/>
    <w:rsid w:val="004928F2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0453"/>
    <w:rsid w:val="00883C6C"/>
    <w:rsid w:val="00886790"/>
    <w:rsid w:val="00890663"/>
    <w:rsid w:val="008908DE"/>
    <w:rsid w:val="00894FBB"/>
    <w:rsid w:val="008A12ED"/>
    <w:rsid w:val="008B2C77"/>
    <w:rsid w:val="008B4AD2"/>
    <w:rsid w:val="008C53B8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7E7E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33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021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38C3"/>
    <w:rsid w:val="00E501F0"/>
    <w:rsid w:val="00E91BFF"/>
    <w:rsid w:val="00E92933"/>
    <w:rsid w:val="00E94C5E"/>
    <w:rsid w:val="00EA3B97"/>
    <w:rsid w:val="00EB0AA4"/>
    <w:rsid w:val="00EB5C88"/>
    <w:rsid w:val="00EB7EB1"/>
    <w:rsid w:val="00EC0002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2d54921e-ee0f-49d3-9073-a54df1d0eb34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D10960-5543-48B3-8E8C-A3E55D50E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029209-B593-4C3D-B616-C71A9E95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Elvie Arugay</cp:lastModifiedBy>
  <cp:revision>3</cp:revision>
  <cp:lastPrinted>2016-05-27T05:21:00Z</cp:lastPrinted>
  <dcterms:created xsi:type="dcterms:W3CDTF">2020-01-24T08:49:00Z</dcterms:created>
  <dcterms:modified xsi:type="dcterms:W3CDTF">2020-02-03T03:36:00Z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